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B67" w:rsidRDefault="00422B67" w:rsidP="00881B77">
      <w:pPr>
        <w:pStyle w:val="Heading2"/>
      </w:pPr>
      <w:bookmarkStart w:id="0" w:name="Section10"/>
      <w:bookmarkEnd w:id="0"/>
      <w:r>
        <w:t>Challenge Exercise</w:t>
      </w:r>
    </w:p>
    <w:p w:rsidR="00422B67" w:rsidRDefault="00422B67" w:rsidP="00E941D4">
      <w:pPr>
        <w:pStyle w:val="SecondLevel"/>
      </w:pPr>
      <w:r>
        <w:t xml:space="preserve">Setting Up </w:t>
      </w:r>
      <w:proofErr w:type="gramStart"/>
      <w:r>
        <w:t>The</w:t>
      </w:r>
      <w:proofErr w:type="gramEnd"/>
      <w:r>
        <w:t xml:space="preserve"> Show</w:t>
      </w:r>
    </w:p>
    <w:p w:rsidR="00422B67" w:rsidRDefault="00422B67" w:rsidP="00521720"/>
    <w:p w:rsidR="00422B67" w:rsidRPr="00E941D4" w:rsidRDefault="00422B67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339725</wp:posOffset>
                </wp:positionV>
                <wp:extent cx="6174000" cy="8056700"/>
                <wp:effectExtent l="0" t="0" r="36830" b="19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4000" cy="8056700"/>
                          <a:chOff x="0" y="0"/>
                          <a:chExt cx="6174000" cy="8056700"/>
                        </a:xfrm>
                      </wpg:grpSpPr>
                      <wps:wsp>
                        <wps:cNvPr id="10" name="Straight Connector 10"/>
                        <wps:cNvCnPr/>
                        <wps:spPr>
                          <a:xfrm>
                            <a:off x="6350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88844" y="203123"/>
                            <a:ext cx="5954395" cy="5090160"/>
                          </a:xfrm>
                          <a:prstGeom prst="rect">
                            <a:avLst/>
                          </a:prstGeom>
                          <a:solidFill>
                            <a:srgbClr val="FFFF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107763" dir="81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28" w:type="dxa"/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546"/>
                                <w:gridCol w:w="6887"/>
                                <w:gridCol w:w="1694"/>
                              </w:tblGrid>
                              <w:tr w:rsidR="00422B67" w:rsidRPr="00563912" w:rsidTr="00AA7524">
                                <w:trPr>
                                  <w:cantSplit/>
                                  <w:trHeight w:val="540"/>
                                </w:trPr>
                                <w:tc>
                                  <w:tcPr>
                                    <w:tcW w:w="7433" w:type="dxa"/>
                                    <w:gridSpan w:val="2"/>
                                  </w:tcPr>
                                  <w:p w:rsidR="00422B67" w:rsidRPr="00C64D4D" w:rsidRDefault="00422B67">
                                    <w:pPr>
                                      <w:spacing w:before="120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Tasks: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C64D4D" w:rsidRDefault="00422B67" w:rsidP="00A76E7A">
                                    <w:pPr>
                                      <w:spacing w:before="120"/>
                                      <w:jc w:val="center"/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</w:pPr>
                                    <w:r w:rsidRPr="00C64D4D">
                                      <w:rPr>
                                        <w:b/>
                                        <w:color w:val="C00000"/>
                                        <w:sz w:val="22"/>
                                        <w:szCs w:val="22"/>
                                      </w:rPr>
                                      <w:t>Completed:</w:t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cantSplit/>
                                </w:trPr>
                                <w:tc>
                                  <w:tcPr>
                                    <w:tcW w:w="546" w:type="dxa"/>
                                    <w:textDirection w:val="btLr"/>
                                    <w:vAlign w:val="center"/>
                                  </w:tcPr>
                                  <w:p w:rsidR="00422B67" w:rsidRDefault="00422B67" w:rsidP="0040786A">
                                    <w:pPr>
                                      <w:pStyle w:val="PreambleLabel"/>
                                      <w:rPr>
                                        <w:sz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Pr="00765E4D" w:rsidRDefault="00422B67" w:rsidP="00765E4D">
                                    <w:pPr>
                                      <w:pStyle w:val="PreambleText"/>
                                    </w:pPr>
                                    <w:bookmarkStart w:id="1" w:name="Preamble"/>
                                    <w:r>
                                      <w:t>Before starting this exercise you MUST have completed all of the topics in the chapter Setting Up The Show…</w:t>
                                    </w:r>
                                    <w:bookmarkEnd w:id="1"/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Default="00422B67" w:rsidP="00A76E7A">
                                    <w:pPr>
                                      <w:pStyle w:val="PreambleText"/>
                                      <w:jc w:val="center"/>
                                      <w:rPr>
                                        <w:b/>
                                        <w:sz w:val="24"/>
                                      </w:rPr>
                                    </w:pP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Pr="00C64D4D" w:rsidRDefault="00422B6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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Pr="00AA2E60" w:rsidRDefault="00422B67" w:rsidP="008310BE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presentation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PE_Self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Running.pptx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Pr="00C64D4D" w:rsidRDefault="00422B6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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Pr="0060507B" w:rsidRDefault="00422B67" w:rsidP="00F2665B">
                                    <w:pPr>
                                      <w:spacing w:before="120" w:after="0"/>
                                    </w:pPr>
                                    <w:r>
                                      <w:t xml:space="preserve">Create a self-running presentation, used at a kiosk, with each slide automatically advancing after </w:t>
                                    </w:r>
                                    <w:r w:rsidRPr="003E0200">
                                      <w:rPr>
                                        <w:b/>
                                        <w:i/>
                                      </w:rPr>
                                      <w:t>20</w:t>
                                    </w:r>
                                    <w:r>
                                      <w:t xml:space="preserve"> seconds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Pr="00C64D4D" w:rsidRDefault="00422B6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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Pr="003E0200" w:rsidRDefault="00422B67" w:rsidP="003E0200">
                                    <w:pPr>
                                      <w:spacing w:before="120" w:after="0"/>
                                    </w:pPr>
                                    <w:r>
                                      <w:t xml:space="preserve">Test the slide show, then save the presentation as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PE_Self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Running (Completed).pptx</w:t>
                                    </w:r>
                                    <w:r>
                                      <w:t xml:space="preserve"> and close it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Pr="00C64D4D" w:rsidRDefault="00422B6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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Pr="003E0200" w:rsidRDefault="00422B67" w:rsidP="008310BE">
                                    <w:pPr>
                                      <w:spacing w:before="120" w:after="0"/>
                                    </w:pPr>
                                    <w:r>
                                      <w:t xml:space="preserve">Open the presentation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PE_Rehearse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Timings.ppt</w:t>
                                    </w:r>
                                    <w:r w:rsidRPr="008310BE">
                                      <w:rPr>
                                        <w:b/>
                                        <w:i/>
                                      </w:rPr>
                                      <w:t>x</w:t>
                                    </w:r>
                                    <w:r w:rsidRPr="008310BE">
                                      <w:t xml:space="preserve"> </w:t>
                                    </w:r>
                                    <w:r>
                                      <w:t>(it can be found in the same folder as the student files)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Pr="00C64D4D" w:rsidRDefault="00422B67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 w:rsidRPr="00C64D4D"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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Default="00422B67" w:rsidP="0099326D">
                                    <w:pPr>
                                      <w:spacing w:before="120" w:after="0"/>
                                    </w:pPr>
                                    <w:r>
                                      <w:t xml:space="preserve">Record timings for the presentation, based on rehearsing each slide and its contents. Check the timings in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Slide Sorter</w:t>
                                    </w:r>
                                    <w:r>
                                      <w:t xml:space="preserve"> view</w:t>
                                    </w:r>
                                  </w:p>
                                  <w:p w:rsidR="00422B67" w:rsidRPr="0099326D" w:rsidRDefault="00422B67" w:rsidP="0099326D">
                                    <w:pPr>
                                      <w:spacing w:before="120" w:after="0"/>
                                      <w:rPr>
                                        <w:i/>
                                      </w:rPr>
                                    </w:pPr>
                                    <w:r>
                                      <w:rPr>
                                        <w:i/>
                                      </w:rPr>
                                      <w:t>Slide Sorter view should appear similar to sample A on the following page…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A76E7A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Pr="00C64D4D" w:rsidRDefault="00422B67" w:rsidP="00B531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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Pr="0099326D" w:rsidRDefault="00422B67" w:rsidP="009C2C60">
                                    <w:pPr>
                                      <w:spacing w:before="120" w:after="0"/>
                                    </w:pPr>
                                    <w:r>
                                      <w:t xml:space="preserve">Set up the slide show to be browsed at a kiosk, using these timings, then test the slide show. Save the presentation as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PE_Rehearse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Timings (Completed).pptx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B53194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Default="00422B67" w:rsidP="00B531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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Default="00422B67" w:rsidP="00FB2075">
                                    <w:pPr>
                                      <w:spacing w:before="120" w:after="0"/>
                                    </w:pPr>
                                    <w:r>
                                      <w:t>Adjust the settings to create a speaker-led show, without narration, where the slides are manually advanced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B53194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Default="00422B67" w:rsidP="00B531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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Default="00422B67" w:rsidP="00FB2075">
                                    <w:pPr>
                                      <w:spacing w:before="120" w:after="0"/>
                                    </w:pPr>
                                    <w:r>
                                      <w:t xml:space="preserve">Test the slide show, then save the presentation as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PE_Speaker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Led (Completed).pptx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B53194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  <w:tr w:rsidR="00422B67" w:rsidTr="00AA7524">
                                <w:trPr>
                                  <w:trHeight w:val="540"/>
                                </w:trPr>
                                <w:tc>
                                  <w:tcPr>
                                    <w:tcW w:w="546" w:type="dxa"/>
                                  </w:tcPr>
                                  <w:p w:rsidR="00422B67" w:rsidRDefault="00422B67" w:rsidP="00B53194">
                                    <w:pPr>
                                      <w:spacing w:before="0" w:after="0"/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rFonts w:ascii="Numbers" w:hAnsi="Numbers"/>
                                        <w:color w:val="C00000"/>
                                        <w:sz w:val="48"/>
                                        <w:szCs w:val="48"/>
                                      </w:rPr>
                                      <w:t></w:t>
                                    </w:r>
                                  </w:p>
                                </w:tc>
                                <w:tc>
                                  <w:tcPr>
                                    <w:tcW w:w="6887" w:type="dxa"/>
                                  </w:tcPr>
                                  <w:p w:rsidR="00422B67" w:rsidRPr="00412CFB" w:rsidRDefault="00422B67" w:rsidP="008C1D2F">
                                    <w:pPr>
                                      <w:spacing w:before="120" w:after="0"/>
                                    </w:pPr>
                                    <w:r>
                                      <w:t xml:space="preserve">Adjust the settings to create a custom show called </w:t>
                                    </w:r>
                                    <w:proofErr w:type="spellStart"/>
                                    <w:r w:rsidRPr="00412CFB">
                                      <w:rPr>
                                        <w:b/>
                                        <w:i/>
                                      </w:rPr>
                                      <w:t>NoTitle</w:t>
                                    </w:r>
                                    <w:proofErr w:type="spellEnd"/>
                                    <w:r w:rsidRPr="00412CFB">
                                      <w:rPr>
                                        <w:b/>
                                        <w:i/>
                                      </w:rPr>
                                      <w:t xml:space="preserve"> Show</w:t>
                                    </w:r>
                                    <w:r>
                                      <w:t xml:space="preserve"> that will only present slides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2</w:t>
                                    </w:r>
                                    <w:r>
                                      <w:t xml:space="preserve"> to </w:t>
                                    </w:r>
                                    <w:r>
                                      <w:rPr>
                                        <w:b/>
                                        <w:i/>
                                      </w:rPr>
                                      <w:t>4</w:t>
                                    </w:r>
                                    <w:r>
                                      <w:t xml:space="preserve">. Save the presentation as 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PE_Custom</w:t>
                                    </w:r>
                                    <w:proofErr w:type="spellEnd"/>
                                    <w:r>
                                      <w:rPr>
                                        <w:b/>
                                        <w:i/>
                                      </w:rPr>
                                      <w:t xml:space="preserve"> Show (Completed).</w:t>
                                    </w:r>
                                    <w:proofErr w:type="spellStart"/>
                                    <w:r>
                                      <w:rPr>
                                        <w:b/>
                                        <w:i/>
                                      </w:rPr>
                                      <w:t>pptx</w:t>
                                    </w:r>
                                    <w:proofErr w:type="spellEnd"/>
                                    <w:r>
                                      <w:t xml:space="preserve">, then run it in </w:t>
                                    </w:r>
                                    <w:r w:rsidRPr="00412CFB">
                                      <w:rPr>
                                        <w:b/>
                                        <w:i/>
                                      </w:rPr>
                                      <w:t>Presenter</w:t>
                                    </w:r>
                                    <w:r>
                                      <w:t xml:space="preserve"> view</w:t>
                                    </w:r>
                                  </w:p>
                                </w:tc>
                                <w:tc>
                                  <w:tcPr>
                                    <w:tcW w:w="1694" w:type="dxa"/>
                                  </w:tcPr>
                                  <w:p w:rsidR="00422B67" w:rsidRPr="008C62FF" w:rsidRDefault="00422B67" w:rsidP="00B53194">
                                    <w:pPr>
                                      <w:jc w:val="center"/>
                                      <w:rPr>
                                        <w:color w:val="999999"/>
                                      </w:rPr>
                                    </w:pPr>
                                    <w:r w:rsidRPr="008C62FF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422B67" w:rsidRDefault="00422B67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5" name="Line 104"/>
                        <wps:cNvCnPr/>
                        <wps:spPr bwMode="auto">
                          <a:xfrm>
                            <a:off x="0" y="6489700"/>
                            <a:ext cx="6174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00" y="6616700"/>
                            <a:ext cx="6112510" cy="1440000"/>
                          </a:xfrm>
                          <a:prstGeom prst="rect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-70" w:type="dxa"/>
                                <w:tblLook w:val="00A0" w:firstRow="1" w:lastRow="0" w:firstColumn="1" w:lastColumn="0" w:noHBand="0" w:noVBand="0"/>
                              </w:tblPr>
                              <w:tblGrid>
                                <w:gridCol w:w="2366"/>
                                <w:gridCol w:w="7026"/>
                              </w:tblGrid>
                              <w:tr w:rsidR="00422B67" w:rsidTr="00AA7524">
                                <w:tc>
                                  <w:tcPr>
                                    <w:tcW w:w="2366" w:type="dxa"/>
                                  </w:tcPr>
                                  <w:p w:rsidR="00422B67" w:rsidRPr="008B0517" w:rsidRDefault="00422B6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 required for exercise: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422B67" w:rsidRPr="003E0200" w:rsidRDefault="00422B67" w:rsidP="00B53194">
                                    <w:proofErr w:type="spellStart"/>
                                    <w:r w:rsidRPr="003E0200">
                                      <w:rPr>
                                        <w:i/>
                                      </w:rPr>
                                      <w:t>PE_</w:t>
                                    </w:r>
                                    <w:r>
                                      <w:rPr>
                                        <w:i/>
                                      </w:rPr>
                                      <w:t>Self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 Running</w:t>
                                    </w:r>
                                    <w:r w:rsidRPr="003E0200">
                                      <w:rPr>
                                        <w:i/>
                                      </w:rPr>
                                      <w:t>.pptx</w:t>
                                    </w:r>
                                    <w:r>
                                      <w:rPr>
                                        <w:i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B53194">
                                      <w:rPr>
                                        <w:i/>
                                      </w:rPr>
                                      <w:t>PE_Rehearse</w:t>
                                    </w:r>
                                    <w:proofErr w:type="spellEnd"/>
                                    <w:r w:rsidRPr="00B53194">
                                      <w:rPr>
                                        <w:i/>
                                      </w:rPr>
                                      <w:t xml:space="preserve"> Timings.pptx</w:t>
                                    </w:r>
                                  </w:p>
                                </w:tc>
                              </w:tr>
                              <w:tr w:rsidR="00422B67" w:rsidTr="00AA7524">
                                <w:tc>
                                  <w:tcPr>
                                    <w:tcW w:w="2366" w:type="dxa"/>
                                  </w:tcPr>
                                  <w:p w:rsidR="00422B67" w:rsidRPr="008B0517" w:rsidRDefault="00422B6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Files/work created by student: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422B67" w:rsidRDefault="00422B67" w:rsidP="00B53194">
                                    <w:proofErr w:type="spellStart"/>
                                    <w:r w:rsidRPr="003E0200">
                                      <w:rPr>
                                        <w:i/>
                                      </w:rPr>
                                      <w:t>PE_</w:t>
                                    </w:r>
                                    <w:r>
                                      <w:rPr>
                                        <w:i/>
                                      </w:rPr>
                                      <w:t>Self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 Running (Completed)</w:t>
                                    </w:r>
                                    <w:r w:rsidRPr="003E0200">
                                      <w:rPr>
                                        <w:i/>
                                      </w:rPr>
                                      <w:t>.</w:t>
                                    </w:r>
                                    <w:proofErr w:type="spellStart"/>
                                    <w:r w:rsidRPr="003E0200">
                                      <w:rPr>
                                        <w:i/>
                                      </w:rPr>
                                      <w:t>pptx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B53194">
                                      <w:rPr>
                                        <w:i/>
                                      </w:rPr>
                                      <w:t>PE_Rehearse</w:t>
                                    </w:r>
                                    <w:proofErr w:type="spellEnd"/>
                                    <w:r w:rsidRPr="00B53194">
                                      <w:rPr>
                                        <w:i/>
                                      </w:rPr>
                                      <w:t xml:space="preserve"> Timings</w:t>
                                    </w:r>
                                    <w:r w:rsidRPr="003E0200">
                                      <w:rPr>
                                        <w:i/>
                                      </w:rPr>
                                      <w:t xml:space="preserve"> (Completed).</w:t>
                                    </w:r>
                                    <w:proofErr w:type="spellStart"/>
                                    <w:r w:rsidRPr="003E0200">
                                      <w:rPr>
                                        <w:i/>
                                      </w:rPr>
                                      <w:t>pptx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FB2075">
                                      <w:rPr>
                                        <w:i/>
                                      </w:rPr>
                                      <w:t>PE_Speaker</w:t>
                                    </w:r>
                                    <w:proofErr w:type="spellEnd"/>
                                    <w:r w:rsidRPr="00FB2075">
                                      <w:rPr>
                                        <w:i/>
                                      </w:rPr>
                                      <w:t xml:space="preserve"> Led (Completed).</w:t>
                                    </w:r>
                                    <w:proofErr w:type="spellStart"/>
                                    <w:r w:rsidRPr="00FB2075">
                                      <w:rPr>
                                        <w:i/>
                                      </w:rPr>
                                      <w:t>pptx</w:t>
                                    </w:r>
                                    <w:proofErr w:type="spellEnd"/>
                                    <w:r>
                                      <w:rPr>
                                        <w:i/>
                                      </w:rPr>
                                      <w:t xml:space="preserve">, </w:t>
                                    </w:r>
                                    <w:proofErr w:type="spellStart"/>
                                    <w:r w:rsidRPr="00412CFB">
                                      <w:rPr>
                                        <w:i/>
                                      </w:rPr>
                                      <w:t>PE_Custom</w:t>
                                    </w:r>
                                    <w:proofErr w:type="spellEnd"/>
                                    <w:r w:rsidRPr="00412CFB">
                                      <w:rPr>
                                        <w:i/>
                                      </w:rPr>
                                      <w:t xml:space="preserve"> Show</w:t>
                                    </w:r>
                                    <w:r>
                                      <w:rPr>
                                        <w:i/>
                                      </w:rPr>
                                      <w:t xml:space="preserve"> (Completed)</w:t>
                                    </w:r>
                                    <w:r w:rsidRPr="00412CFB">
                                      <w:rPr>
                                        <w:i/>
                                      </w:rPr>
                                      <w:t>.pptx</w:t>
                                    </w:r>
                                  </w:p>
                                </w:tc>
                              </w:tr>
                              <w:tr w:rsidR="00422B67" w:rsidTr="00AA7524">
                                <w:tc>
                                  <w:tcPr>
                                    <w:tcW w:w="2366" w:type="dxa"/>
                                  </w:tcPr>
                                  <w:p w:rsidR="00422B67" w:rsidRPr="008B0517" w:rsidRDefault="00422B67">
                                    <w:pPr>
                                      <w:rPr>
                                        <w:b/>
                                      </w:rPr>
                                    </w:pPr>
                                    <w:r w:rsidRPr="008B0517">
                                      <w:rPr>
                                        <w:b/>
                                      </w:rPr>
                                      <w:t>Exercise Completed:</w:t>
                                    </w:r>
                                  </w:p>
                                </w:tc>
                                <w:tc>
                                  <w:tcPr>
                                    <w:tcW w:w="7026" w:type="dxa"/>
                                  </w:tcPr>
                                  <w:p w:rsidR="00422B67" w:rsidRDefault="00422B67">
                                    <w:r w:rsidRPr="008B0517">
                                      <w:rPr>
                                        <w:color w:val="999999"/>
                                        <w:sz w:val="40"/>
                                        <w:szCs w:val="40"/>
                                      </w:rPr>
                                      <w:sym w:font="Webdings" w:char="F063"/>
                                    </w:r>
                                  </w:p>
                                </w:tc>
                              </w:tr>
                            </w:tbl>
                            <w:p w:rsidR="00422B67" w:rsidRDefault="00422B67" w:rsidP="00D332E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1026" style="position:absolute;margin-left:-1.7pt;margin-top:26.75pt;width:486.15pt;height:634.4pt;z-index:251659264" coordsize="61740,80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">
                <v:line id="Straight Connector 10" o:spid="_x0000_s1027" style="position:absolute;visibility:visible;mso-wrap-style:square" from="635,0" to="6147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" strokecolor="#c00000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0" o:spid="_x0000_s1028" type="#_x0000_t202" style="position:absolute;left:888;top:2031;width:59544;height:50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" fillcolor="#ffc" stroked="f" strokeweight=".25pt">
                  <v:shadow offset="-6pt,6pt"/>
                  <v:textbox style="mso-fit-shape-to-text:t">
                    <w:txbxContent>
                      <w:tbl>
                        <w:tblPr>
                          <w:tblW w:w="0" w:type="auto"/>
                          <w:tblInd w:w="-28" w:type="dxa"/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546"/>
                          <w:gridCol w:w="6887"/>
                          <w:gridCol w:w="1694"/>
                        </w:tblGrid>
                        <w:tr w:rsidR="00422B67" w:rsidRPr="00563912" w:rsidTr="00AA7524">
                          <w:trPr>
                            <w:cantSplit/>
                            <w:trHeight w:val="540"/>
                          </w:trPr>
                          <w:tc>
                            <w:tcPr>
                              <w:tcW w:w="7433" w:type="dxa"/>
                              <w:gridSpan w:val="2"/>
                            </w:tcPr>
                            <w:p w:rsidR="00422B67" w:rsidRPr="00C64D4D" w:rsidRDefault="00422B67">
                              <w:pPr>
                                <w:spacing w:before="120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Tasks: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C64D4D" w:rsidRDefault="00422B67" w:rsidP="00A76E7A">
                              <w:pPr>
                                <w:spacing w:before="120"/>
                                <w:jc w:val="center"/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</w:pPr>
                              <w:r w:rsidRPr="00C64D4D">
                                <w:rPr>
                                  <w:b/>
                                  <w:color w:val="C00000"/>
                                  <w:sz w:val="22"/>
                                  <w:szCs w:val="22"/>
                                </w:rPr>
                                <w:t>Completed:</w:t>
                              </w:r>
                            </w:p>
                          </w:tc>
                        </w:tr>
                        <w:tr w:rsidR="00422B67" w:rsidTr="00AA7524">
                          <w:trPr>
                            <w:cantSplit/>
                          </w:trPr>
                          <w:tc>
                            <w:tcPr>
                              <w:tcW w:w="546" w:type="dxa"/>
                              <w:textDirection w:val="btLr"/>
                              <w:vAlign w:val="center"/>
                            </w:tcPr>
                            <w:p w:rsidR="00422B67" w:rsidRDefault="00422B67" w:rsidP="0040786A">
                              <w:pPr>
                                <w:pStyle w:val="PreambleLabel"/>
                                <w:rPr>
                                  <w:sz w:val="24"/>
                                </w:rPr>
                              </w:pP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Pr="00765E4D" w:rsidRDefault="00422B67" w:rsidP="00765E4D">
                              <w:pPr>
                                <w:pStyle w:val="PreambleText"/>
                              </w:pPr>
                              <w:bookmarkStart w:id="2" w:name="Preamble"/>
                              <w:r>
                                <w:t>Before starting this exercise you MUST have completed all of the topics in the chapter Setting Up The Show…</w:t>
                              </w:r>
                              <w:bookmarkEnd w:id="2"/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Default="00422B67" w:rsidP="00A76E7A">
                              <w:pPr>
                                <w:pStyle w:val="PreambleText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Pr="00C64D4D" w:rsidRDefault="00422B6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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Pr="00AA2E60" w:rsidRDefault="00422B67" w:rsidP="008310BE">
                              <w:pPr>
                                <w:spacing w:before="120" w:after="0"/>
                              </w:pPr>
                              <w:r>
                                <w:t xml:space="preserve">Open the presentation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PE_Self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Running.pptx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Pr="00C64D4D" w:rsidRDefault="00422B6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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Pr="0060507B" w:rsidRDefault="00422B67" w:rsidP="00F2665B">
                              <w:pPr>
                                <w:spacing w:before="120" w:after="0"/>
                              </w:pPr>
                              <w:r>
                                <w:t xml:space="preserve">Create a self-running presentation, used at a kiosk, with each slide automatically advancing after </w:t>
                              </w:r>
                              <w:r w:rsidRPr="003E0200">
                                <w:rPr>
                                  <w:b/>
                                  <w:i/>
                                </w:rPr>
                                <w:t>20</w:t>
                              </w:r>
                              <w:r>
                                <w:t xml:space="preserve"> seconds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Pr="00C64D4D" w:rsidRDefault="00422B6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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Pr="003E0200" w:rsidRDefault="00422B67" w:rsidP="003E0200">
                              <w:pPr>
                                <w:spacing w:before="120" w:after="0"/>
                              </w:pPr>
                              <w:r>
                                <w:t xml:space="preserve">Test the slide show, then save the presentation as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PE_Self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Running (Completed).pptx</w:t>
                              </w:r>
                              <w:r>
                                <w:t xml:space="preserve"> and close it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Pr="00C64D4D" w:rsidRDefault="00422B6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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Pr="003E0200" w:rsidRDefault="00422B67" w:rsidP="008310BE">
                              <w:pPr>
                                <w:spacing w:before="120" w:after="0"/>
                              </w:pPr>
                              <w:r>
                                <w:t xml:space="preserve">Open the presentation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PE_Rehearse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Timings.ppt</w:t>
                              </w:r>
                              <w:r w:rsidRPr="008310BE">
                                <w:rPr>
                                  <w:b/>
                                  <w:i/>
                                </w:rPr>
                                <w:t>x</w:t>
                              </w:r>
                              <w:r w:rsidRPr="008310BE">
                                <w:t xml:space="preserve"> </w:t>
                              </w:r>
                              <w:r>
                                <w:t>(it can be found in the same folder as the student files)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Pr="00C64D4D" w:rsidRDefault="00422B67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 w:rsidRPr="00C64D4D"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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Default="00422B67" w:rsidP="0099326D">
                              <w:pPr>
                                <w:spacing w:before="120" w:after="0"/>
                              </w:pPr>
                              <w:r>
                                <w:t xml:space="preserve">Record timings for the presentation, based on rehearsing each slide and its contents. Check the timings in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Slide Sorter</w:t>
                              </w:r>
                              <w:r>
                                <w:t xml:space="preserve"> view</w:t>
                              </w:r>
                            </w:p>
                            <w:p w:rsidR="00422B67" w:rsidRPr="0099326D" w:rsidRDefault="00422B67" w:rsidP="0099326D">
                              <w:pPr>
                                <w:spacing w:before="120" w:after="0"/>
                                <w:rPr>
                                  <w:i/>
                                </w:rPr>
                              </w:pPr>
                              <w:r>
                                <w:rPr>
                                  <w:i/>
                                </w:rPr>
                                <w:t>Slide Sorter view should appear similar to sample A on the following page…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A76E7A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Pr="00C64D4D" w:rsidRDefault="00422B67" w:rsidP="00B531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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Pr="0099326D" w:rsidRDefault="00422B67" w:rsidP="009C2C60">
                              <w:pPr>
                                <w:spacing w:before="120" w:after="0"/>
                              </w:pPr>
                              <w:r>
                                <w:t xml:space="preserve">Set up the slide show to be browsed at a kiosk, using these timings, then test the slide show. Save the presentation as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PE_Rehearse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Timings (Completed).pptx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B53194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Default="00422B67" w:rsidP="00B531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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Default="00422B67" w:rsidP="00FB2075">
                              <w:pPr>
                                <w:spacing w:before="120" w:after="0"/>
                              </w:pPr>
                              <w:r>
                                <w:t>Adjust the settings to create a speaker-led show, without narration, where the slides are manually advanced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B53194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Default="00422B67" w:rsidP="00B531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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Default="00422B67" w:rsidP="00FB2075">
                              <w:pPr>
                                <w:spacing w:before="120" w:after="0"/>
                              </w:pPr>
                              <w:r>
                                <w:t xml:space="preserve">Test the slide show, then save the presentation as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PE_Speaker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Led (Completed).pptx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B53194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  <w:tr w:rsidR="00422B67" w:rsidTr="00AA7524">
                          <w:trPr>
                            <w:trHeight w:val="540"/>
                          </w:trPr>
                          <w:tc>
                            <w:tcPr>
                              <w:tcW w:w="546" w:type="dxa"/>
                            </w:tcPr>
                            <w:p w:rsidR="00422B67" w:rsidRDefault="00422B67" w:rsidP="00B53194">
                              <w:pPr>
                                <w:spacing w:before="0" w:after="0"/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Numbers" w:hAnsi="Numbers"/>
                                  <w:color w:val="C00000"/>
                                  <w:sz w:val="48"/>
                                  <w:szCs w:val="48"/>
                                </w:rPr>
                                <w:t></w:t>
                              </w:r>
                            </w:p>
                          </w:tc>
                          <w:tc>
                            <w:tcPr>
                              <w:tcW w:w="6887" w:type="dxa"/>
                            </w:tcPr>
                            <w:p w:rsidR="00422B67" w:rsidRPr="00412CFB" w:rsidRDefault="00422B67" w:rsidP="008C1D2F">
                              <w:pPr>
                                <w:spacing w:before="120" w:after="0"/>
                              </w:pPr>
                              <w:r>
                                <w:t xml:space="preserve">Adjust the settings to create a custom show called </w:t>
                              </w:r>
                              <w:proofErr w:type="spellStart"/>
                              <w:r w:rsidRPr="00412CFB">
                                <w:rPr>
                                  <w:b/>
                                  <w:i/>
                                </w:rPr>
                                <w:t>NoTitle</w:t>
                              </w:r>
                              <w:proofErr w:type="spellEnd"/>
                              <w:r w:rsidRPr="00412CFB">
                                <w:rPr>
                                  <w:b/>
                                  <w:i/>
                                </w:rPr>
                                <w:t xml:space="preserve"> Show</w:t>
                              </w:r>
                              <w:r>
                                <w:t xml:space="preserve"> that will only present slides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2</w:t>
                              </w:r>
                              <w:r>
                                <w:t xml:space="preserve"> to </w:t>
                              </w:r>
                              <w:r>
                                <w:rPr>
                                  <w:b/>
                                  <w:i/>
                                </w:rPr>
                                <w:t>4</w:t>
                              </w:r>
                              <w:r>
                                <w:t xml:space="preserve">. Save the presentation as 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PE_Custom</w:t>
                              </w:r>
                              <w:proofErr w:type="spellEnd"/>
                              <w:r>
                                <w:rPr>
                                  <w:b/>
                                  <w:i/>
                                </w:rPr>
                                <w:t xml:space="preserve"> Show (Completed).</w:t>
                              </w:r>
                              <w:proofErr w:type="spellStart"/>
                              <w:r>
                                <w:rPr>
                                  <w:b/>
                                  <w:i/>
                                </w:rPr>
                                <w:t>pptx</w:t>
                              </w:r>
                              <w:proofErr w:type="spellEnd"/>
                              <w:r>
                                <w:t xml:space="preserve">, then run it in </w:t>
                              </w:r>
                              <w:r w:rsidRPr="00412CFB">
                                <w:rPr>
                                  <w:b/>
                                  <w:i/>
                                </w:rPr>
                                <w:t>Presenter</w:t>
                              </w:r>
                              <w:r>
                                <w:t xml:space="preserve"> view</w:t>
                              </w:r>
                            </w:p>
                          </w:tc>
                          <w:tc>
                            <w:tcPr>
                              <w:tcW w:w="1694" w:type="dxa"/>
                            </w:tcPr>
                            <w:p w:rsidR="00422B67" w:rsidRPr="008C62FF" w:rsidRDefault="00422B67" w:rsidP="00B53194">
                              <w:pPr>
                                <w:jc w:val="center"/>
                                <w:rPr>
                                  <w:color w:val="999999"/>
                                </w:rPr>
                              </w:pPr>
                              <w:r w:rsidRPr="008C62FF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422B67" w:rsidRDefault="00422B67" w:rsidP="00D332ED"/>
                    </w:txbxContent>
                  </v:textbox>
                </v:shape>
                <v:line id="Line 104" o:spid="_x0000_s1029" style="position:absolute;visibility:visible;mso-wrap-style:square" from="0,64897" to="61740,64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" strokecolor="red"/>
                <v:shape id="Text Box 116" o:spid="_x0000_s1030" type="#_x0000_t202" style="position:absolute;left:254;top:66167;width:61125;height:14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" fillcolor="#cff" stroked="f">
                  <v:textbox>
                    <w:txbxContent>
                      <w:tbl>
                        <w:tblPr>
                          <w:tblW w:w="0" w:type="auto"/>
                          <w:tblInd w:w="-70" w:type="dxa"/>
                          <w:tblLook w:val="00A0" w:firstRow="1" w:lastRow="0" w:firstColumn="1" w:lastColumn="0" w:noHBand="0" w:noVBand="0"/>
                        </w:tblPr>
                        <w:tblGrid>
                          <w:gridCol w:w="2366"/>
                          <w:gridCol w:w="7026"/>
                        </w:tblGrid>
                        <w:tr w:rsidR="00422B67" w:rsidTr="00AA7524">
                          <w:tc>
                            <w:tcPr>
                              <w:tcW w:w="2366" w:type="dxa"/>
                            </w:tcPr>
                            <w:p w:rsidR="00422B67" w:rsidRPr="008B0517" w:rsidRDefault="00422B67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 required for exercise: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422B67" w:rsidRPr="003E0200" w:rsidRDefault="00422B67" w:rsidP="00B53194">
                              <w:proofErr w:type="spellStart"/>
                              <w:r w:rsidRPr="003E0200">
                                <w:rPr>
                                  <w:i/>
                                </w:rPr>
                                <w:t>PE_</w:t>
                              </w:r>
                              <w:r>
                                <w:rPr>
                                  <w:i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 Running</w:t>
                              </w:r>
                              <w:r w:rsidRPr="003E0200">
                                <w:rPr>
                                  <w:i/>
                                </w:rPr>
                                <w:t>.pptx</w:t>
                              </w:r>
                              <w:r>
                                <w:rPr>
                                  <w:i/>
                                </w:rPr>
                                <w:t xml:space="preserve">, </w:t>
                              </w:r>
                              <w:proofErr w:type="spellStart"/>
                              <w:r w:rsidRPr="00B53194">
                                <w:rPr>
                                  <w:i/>
                                </w:rPr>
                                <w:t>PE_Rehearse</w:t>
                              </w:r>
                              <w:proofErr w:type="spellEnd"/>
                              <w:r w:rsidRPr="00B53194">
                                <w:rPr>
                                  <w:i/>
                                </w:rPr>
                                <w:t xml:space="preserve"> Timings.pptx</w:t>
                              </w:r>
                            </w:p>
                          </w:tc>
                        </w:tr>
                        <w:tr w:rsidR="00422B67" w:rsidTr="00AA7524">
                          <w:tc>
                            <w:tcPr>
                              <w:tcW w:w="2366" w:type="dxa"/>
                            </w:tcPr>
                            <w:p w:rsidR="00422B67" w:rsidRPr="008B0517" w:rsidRDefault="00422B67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Files/work created by student: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422B67" w:rsidRDefault="00422B67" w:rsidP="00B53194">
                              <w:proofErr w:type="spellStart"/>
                              <w:r w:rsidRPr="003E0200">
                                <w:rPr>
                                  <w:i/>
                                </w:rPr>
                                <w:t>PE_</w:t>
                              </w:r>
                              <w:r>
                                <w:rPr>
                                  <w:i/>
                                </w:rPr>
                                <w:t>Self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 Running (Completed)</w:t>
                              </w:r>
                              <w:r w:rsidRPr="003E0200">
                                <w:rPr>
                                  <w:i/>
                                </w:rPr>
                                <w:t>.</w:t>
                              </w:r>
                              <w:proofErr w:type="spellStart"/>
                              <w:r w:rsidRPr="003E0200">
                                <w:rPr>
                                  <w:i/>
                                </w:rPr>
                                <w:t>pptx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, </w:t>
                              </w:r>
                              <w:proofErr w:type="spellStart"/>
                              <w:r w:rsidRPr="00B53194">
                                <w:rPr>
                                  <w:i/>
                                </w:rPr>
                                <w:t>PE_Rehearse</w:t>
                              </w:r>
                              <w:proofErr w:type="spellEnd"/>
                              <w:r w:rsidRPr="00B53194">
                                <w:rPr>
                                  <w:i/>
                                </w:rPr>
                                <w:t xml:space="preserve"> Timings</w:t>
                              </w:r>
                              <w:r w:rsidRPr="003E0200">
                                <w:rPr>
                                  <w:i/>
                                </w:rPr>
                                <w:t xml:space="preserve"> (Completed).</w:t>
                              </w:r>
                              <w:proofErr w:type="spellStart"/>
                              <w:r w:rsidRPr="003E0200">
                                <w:rPr>
                                  <w:i/>
                                </w:rPr>
                                <w:t>pptx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, </w:t>
                              </w:r>
                              <w:proofErr w:type="spellStart"/>
                              <w:r w:rsidRPr="00FB2075">
                                <w:rPr>
                                  <w:i/>
                                </w:rPr>
                                <w:t>PE_Speaker</w:t>
                              </w:r>
                              <w:proofErr w:type="spellEnd"/>
                              <w:r w:rsidRPr="00FB2075">
                                <w:rPr>
                                  <w:i/>
                                </w:rPr>
                                <w:t xml:space="preserve"> Led (Completed).</w:t>
                              </w:r>
                              <w:proofErr w:type="spellStart"/>
                              <w:r w:rsidRPr="00FB2075">
                                <w:rPr>
                                  <w:i/>
                                </w:rPr>
                                <w:t>pptx</w:t>
                              </w:r>
                              <w:proofErr w:type="spellEnd"/>
                              <w:r>
                                <w:rPr>
                                  <w:i/>
                                </w:rPr>
                                <w:t xml:space="preserve">, </w:t>
                              </w:r>
                              <w:proofErr w:type="spellStart"/>
                              <w:r w:rsidRPr="00412CFB">
                                <w:rPr>
                                  <w:i/>
                                </w:rPr>
                                <w:t>PE_Custom</w:t>
                              </w:r>
                              <w:proofErr w:type="spellEnd"/>
                              <w:r w:rsidRPr="00412CFB">
                                <w:rPr>
                                  <w:i/>
                                </w:rPr>
                                <w:t xml:space="preserve"> Show</w:t>
                              </w:r>
                              <w:r>
                                <w:rPr>
                                  <w:i/>
                                </w:rPr>
                                <w:t xml:space="preserve"> (Completed)</w:t>
                              </w:r>
                              <w:r w:rsidRPr="00412CFB">
                                <w:rPr>
                                  <w:i/>
                                </w:rPr>
                                <w:t>.pptx</w:t>
                              </w:r>
                            </w:p>
                          </w:tc>
                        </w:tr>
                        <w:tr w:rsidR="00422B67" w:rsidTr="00AA7524">
                          <w:tc>
                            <w:tcPr>
                              <w:tcW w:w="2366" w:type="dxa"/>
                            </w:tcPr>
                            <w:p w:rsidR="00422B67" w:rsidRPr="008B0517" w:rsidRDefault="00422B67">
                              <w:pPr>
                                <w:rPr>
                                  <w:b/>
                                </w:rPr>
                              </w:pPr>
                              <w:r w:rsidRPr="008B0517">
                                <w:rPr>
                                  <w:b/>
                                </w:rPr>
                                <w:t>Exercise Completed:</w:t>
                              </w:r>
                            </w:p>
                          </w:tc>
                          <w:tc>
                            <w:tcPr>
                              <w:tcW w:w="7026" w:type="dxa"/>
                            </w:tcPr>
                            <w:p w:rsidR="00422B67" w:rsidRDefault="00422B67">
                              <w:r w:rsidRPr="008B0517">
                                <w:rPr>
                                  <w:color w:val="999999"/>
                                  <w:sz w:val="40"/>
                                  <w:szCs w:val="40"/>
                                </w:rPr>
                                <w:sym w:font="Webdings" w:char="F063"/>
                              </w:r>
                            </w:p>
                          </w:tc>
                        </w:tr>
                      </w:tbl>
                      <w:p w:rsidR="00422B67" w:rsidRDefault="00422B67" w:rsidP="00D332ED"/>
                    </w:txbxContent>
                  </v:textbox>
                </v:shape>
              </v:group>
            </w:pict>
          </mc:Fallback>
        </mc:AlternateContent>
      </w:r>
    </w:p>
    <w:p w:rsidR="00422B67" w:rsidRDefault="00422B67" w:rsidP="00881B77">
      <w:pPr>
        <w:pStyle w:val="Heading2"/>
      </w:pPr>
      <w:r>
        <w:lastRenderedPageBreak/>
        <w:t>Challenge Exercise Sample</w:t>
      </w:r>
    </w:p>
    <w:p w:rsidR="00422B67" w:rsidRDefault="00422B67" w:rsidP="00E941D4">
      <w:pPr>
        <w:pStyle w:val="SecondLevel"/>
      </w:pPr>
      <w:r>
        <w:t xml:space="preserve">Setting Up </w:t>
      </w:r>
      <w:proofErr w:type="gramStart"/>
      <w:r>
        <w:t>The</w:t>
      </w:r>
      <w:proofErr w:type="gramEnd"/>
      <w:r>
        <w:t xml:space="preserve"> Show</w:t>
      </w:r>
    </w:p>
    <w:p w:rsidR="00422B67" w:rsidRDefault="00422B67" w:rsidP="00521720"/>
    <w:p w:rsidR="00422B67" w:rsidRPr="00E941D4" w:rsidRDefault="00422B67" w:rsidP="00521720">
      <w:r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339725</wp:posOffset>
                </wp:positionV>
                <wp:extent cx="6084000" cy="4770120"/>
                <wp:effectExtent l="0" t="0" r="31115" b="11430"/>
                <wp:wrapNone/>
                <wp:docPr id="23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4000" cy="4770120"/>
                          <a:chOff x="0" y="0"/>
                          <a:chExt cx="6084000" cy="4770120"/>
                        </a:xfrm>
                      </wpg:grpSpPr>
                      <wps:wsp>
                        <wps:cNvPr id="24" name="Straight Connector 24"/>
                        <wps:cNvCnPr/>
                        <wps:spPr>
                          <a:xfrm>
                            <a:off x="0" y="0"/>
                            <a:ext cx="60840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6" name="Group 26"/>
                        <wpg:cNvGrpSpPr/>
                        <wpg:grpSpPr bwMode="auto">
                          <a:xfrm>
                            <a:off x="47625" y="381000"/>
                            <a:ext cx="254000" cy="254000"/>
                            <a:chOff x="0" y="0"/>
                            <a:chExt cx="400" cy="400"/>
                          </a:xfrm>
                        </wpg:grpSpPr>
                        <wps:wsp>
                          <wps:cNvPr id="27" name="Oval 27"/>
                          <wps:cNvSpPr>
                            <a:spLocks noChangeAspect="1" noChangeArrowheads="1"/>
                          </wps:cNvSpPr>
                          <wps:spPr bwMode="auto">
                            <a:xfrm>
                              <a:off x="40" y="40"/>
                              <a:ext cx="340" cy="320"/>
                            </a:xfrm>
                            <a:prstGeom prst="ellipse">
                              <a:avLst/>
                            </a:prstGeom>
                            <a:solidFill>
                              <a:srgbClr val="C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Text Box 122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0" y="0"/>
                              <a:ext cx="400" cy="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22B67" w:rsidRDefault="00422B67" w:rsidP="00FF4A30">
                                <w:pPr>
                                  <w:spacing w:before="0" w:after="0"/>
                                  <w:jc w:val="center"/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bCs/>
                                    <w:color w:val="FFFFFF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0" y="409575"/>
                            <a:ext cx="5399405" cy="4360545"/>
                          </a:xfrm>
                          <a:prstGeom prst="rect">
                            <a:avLst/>
                          </a:prstGeom>
                          <a:ln w="9525" cap="flat" cmpd="sng" algn="ctr">
                            <a:solidFill>
                              <a:srgbClr val="969696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cx2="http://schemas.microsoft.com/office/drawing/2015/10/21/chartex" xmlns:cx1="http://schemas.microsoft.com/office/drawing/2015/9/8/chartex">
            <w:pict>
              <v:group id="Group 23" o:spid="_x0000_s1031" style="position:absolute;margin-left:3.3pt;margin-top:26.75pt;width:479.05pt;height:375.6pt;z-index:251661312" coordsize="60840,47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">
                <v:line id="Straight Connector 24" o:spid="_x0000_s1032" style="position:absolute;visibility:visible;mso-wrap-style:square" from="0,0" to="6084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" strokecolor="#c00000"/>
                <v:group id="Group 26" o:spid="_x0000_s1033" style="position:absolute;left:476;top:3810;width:2540;height:2540" coordsize="400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Oval 27" o:spid="_x0000_s1034" style="position:absolute;left:40;top:40;width:340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" fillcolor="#c00000" stroked="f">
                    <o:lock v:ext="edit" aspectratio="t"/>
                  </v:oval>
                  <v:shape id="Text Box 122" o:spid="_x0000_s1035" type="#_x0000_t202" style="position:absolute;width:400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" filled="f" fillcolor="black" stroked="f">
                    <o:lock v:ext="edit" aspectratio="t"/>
                    <v:textbox>
                      <w:txbxContent>
                        <w:p w:rsidR="00422B67" w:rsidRDefault="00422B67" w:rsidP="00FF4A30">
                          <w:pPr>
                            <w:spacing w:before="0" w:after="0"/>
                            <w:jc w:val="center"/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</w:pPr>
                          <w:r>
                            <w:rPr>
                              <w:rFonts w:cs="Arial"/>
                              <w:b/>
                              <w:bCs/>
                              <w:color w:val="FFFFFF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0" o:spid="_x0000_s1036" type="#_x0000_t75" style="position:absolute;left:3810;top:4095;width:53994;height:436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" stroked="t" strokecolor="#969696">
                  <v:stroke joinstyle="round"/>
                  <v:imagedata r:id="rId9" o:title=""/>
                  <v:path arrowok="t"/>
                </v:shape>
              </v:group>
            </w:pict>
          </mc:Fallback>
        </mc:AlternateContent>
      </w:r>
    </w:p>
    <w:p w:rsidR="00E70094" w:rsidRPr="00422B67" w:rsidRDefault="00E70094" w:rsidP="00422B67"/>
    <w:sectPr w:rsidR="00E70094" w:rsidRPr="00422B67" w:rsidSect="00422B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964" w:right="1134" w:bottom="1440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C2B" w:rsidRDefault="00834C2B">
      <w:r>
        <w:separator/>
      </w:r>
    </w:p>
  </w:endnote>
  <w:endnote w:type="continuationSeparator" w:id="0">
    <w:p w:rsidR="00834C2B" w:rsidRDefault="00834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Numbers">
    <w:panose1 w:val="020B0603050302020204"/>
    <w:charset w:val="02"/>
    <w:family w:val="swiss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06E" w:rsidRDefault="00834C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2344ED" w:rsidP="008E006E">
    <w:pPr>
      <w:pStyle w:val="Footer"/>
    </w:pPr>
    <w:r>
      <w:t xml:space="preserve">Dynamic Web </w:t>
    </w:r>
    <w:r>
      <w:t>Training</w:t>
    </w:r>
    <w:bookmarkStart w:id="3" w:name="_GoBack"/>
    <w:bookmarkEnd w:id="3"/>
    <w:r w:rsidR="00422B67">
      <w:tab/>
      <w:t xml:space="preserve">Page </w:t>
    </w:r>
    <w:r w:rsidR="00422B67">
      <w:fldChar w:fldCharType="begin"/>
    </w:r>
    <w:r w:rsidR="00422B67">
      <w:instrText xml:space="preserve"> PAGE  \* MERGEFORMAT </w:instrText>
    </w:r>
    <w:r w:rsidR="00422B67">
      <w:fldChar w:fldCharType="separate"/>
    </w:r>
    <w:r>
      <w:rPr>
        <w:noProof/>
      </w:rPr>
      <w:t>2</w:t>
    </w:r>
    <w:r w:rsidR="00422B67">
      <w:fldChar w:fldCharType="end"/>
    </w:r>
    <w:r w:rsidR="00422B67">
      <w:tab/>
      <w:t>Chapter 10 - Challenge Exercise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06E" w:rsidRDefault="00834C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C2B" w:rsidRDefault="00834C2B">
      <w:r>
        <w:separator/>
      </w:r>
    </w:p>
  </w:footnote>
  <w:footnote w:type="continuationSeparator" w:id="0">
    <w:p w:rsidR="00834C2B" w:rsidRDefault="00834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06E" w:rsidRDefault="00834C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D0D" w:rsidRDefault="00422B67" w:rsidP="00510E30">
    <w:pPr>
      <w:pStyle w:val="Header"/>
      <w:tabs>
        <w:tab w:val="clear" w:pos="8306"/>
        <w:tab w:val="right" w:pos="9639"/>
      </w:tabs>
    </w:pPr>
    <w:r>
      <w:t>Microsoft PowerPoint 2016 - Level 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06E" w:rsidRDefault="00834C2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621A0D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3"/>
      </w:p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57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" w15:restartNumberingAfterBreak="0">
    <w:nsid w:val="030213DA"/>
    <w:multiLevelType w:val="hybridMultilevel"/>
    <w:tmpl w:val="750269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816AA7"/>
    <w:multiLevelType w:val="singleLevel"/>
    <w:tmpl w:val="6F5C83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5C4786"/>
    <w:multiLevelType w:val="hybridMultilevel"/>
    <w:tmpl w:val="5E9041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F5F94"/>
    <w:multiLevelType w:val="hybridMultilevel"/>
    <w:tmpl w:val="DBE2E7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137CA7"/>
    <w:multiLevelType w:val="hybridMultilevel"/>
    <w:tmpl w:val="E93EA6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14615"/>
    <w:multiLevelType w:val="hybridMultilevel"/>
    <w:tmpl w:val="7502699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59009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C96757E"/>
    <w:multiLevelType w:val="hybridMultilevel"/>
    <w:tmpl w:val="49CA19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DFA08FC"/>
    <w:multiLevelType w:val="hybridMultilevel"/>
    <w:tmpl w:val="BAE0BFEC"/>
    <w:lvl w:ilvl="0" w:tplc="FFFFFFFF">
      <w:start w:val="1"/>
      <w:numFmt w:val="bullet"/>
      <w:pStyle w:val="Outcome"/>
      <w:lvlText w:val=""/>
      <w:lvlJc w:val="left"/>
      <w:pPr>
        <w:tabs>
          <w:tab w:val="num" w:pos="644"/>
        </w:tabs>
        <w:ind w:left="624" w:hanging="34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6"/>
  </w:num>
  <w:num w:numId="5">
    <w:abstractNumId w:val="6"/>
  </w:num>
  <w:num w:numId="6">
    <w:abstractNumId w:val="6"/>
  </w:num>
  <w:num w:numId="7">
    <w:abstractNumId w:val="1"/>
  </w:num>
  <w:num w:numId="8">
    <w:abstractNumId w:val="9"/>
  </w:num>
  <w:num w:numId="9">
    <w:abstractNumId w:val="4"/>
  </w:num>
  <w:num w:numId="10">
    <w:abstractNumId w:val="3"/>
  </w:num>
  <w:num w:numId="11">
    <w:abstractNumId w:val="5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AU" w:vendorID="8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ffc,#3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D4B"/>
    <w:rsid w:val="00032D8C"/>
    <w:rsid w:val="0003627C"/>
    <w:rsid w:val="00043464"/>
    <w:rsid w:val="00045EA8"/>
    <w:rsid w:val="0005206C"/>
    <w:rsid w:val="00052599"/>
    <w:rsid w:val="00053614"/>
    <w:rsid w:val="00066BD9"/>
    <w:rsid w:val="000738F9"/>
    <w:rsid w:val="00073CDA"/>
    <w:rsid w:val="0007501C"/>
    <w:rsid w:val="0007525F"/>
    <w:rsid w:val="000760D5"/>
    <w:rsid w:val="00082BAF"/>
    <w:rsid w:val="0009096B"/>
    <w:rsid w:val="00094C80"/>
    <w:rsid w:val="0009724E"/>
    <w:rsid w:val="000C53B3"/>
    <w:rsid w:val="000C5E58"/>
    <w:rsid w:val="000D3D3F"/>
    <w:rsid w:val="000D4C6A"/>
    <w:rsid w:val="000D7333"/>
    <w:rsid w:val="000E0733"/>
    <w:rsid w:val="000F513F"/>
    <w:rsid w:val="00100476"/>
    <w:rsid w:val="0010553D"/>
    <w:rsid w:val="0013664E"/>
    <w:rsid w:val="00137959"/>
    <w:rsid w:val="00137BDF"/>
    <w:rsid w:val="001479F1"/>
    <w:rsid w:val="00170712"/>
    <w:rsid w:val="00173A3F"/>
    <w:rsid w:val="001813FD"/>
    <w:rsid w:val="00194DBB"/>
    <w:rsid w:val="001B061E"/>
    <w:rsid w:val="001B06E4"/>
    <w:rsid w:val="001C3DD9"/>
    <w:rsid w:val="001D1B3D"/>
    <w:rsid w:val="001E00EF"/>
    <w:rsid w:val="001F186F"/>
    <w:rsid w:val="001F4D4B"/>
    <w:rsid w:val="00200C5F"/>
    <w:rsid w:val="00211820"/>
    <w:rsid w:val="00211FCA"/>
    <w:rsid w:val="00213E11"/>
    <w:rsid w:val="002344ED"/>
    <w:rsid w:val="002505F3"/>
    <w:rsid w:val="00250F54"/>
    <w:rsid w:val="00251169"/>
    <w:rsid w:val="00252925"/>
    <w:rsid w:val="00257641"/>
    <w:rsid w:val="00257BD3"/>
    <w:rsid w:val="002645DE"/>
    <w:rsid w:val="00277EB9"/>
    <w:rsid w:val="002832E2"/>
    <w:rsid w:val="00283E32"/>
    <w:rsid w:val="002907A7"/>
    <w:rsid w:val="00292E8A"/>
    <w:rsid w:val="0029338C"/>
    <w:rsid w:val="002978B2"/>
    <w:rsid w:val="002F5096"/>
    <w:rsid w:val="00300D7E"/>
    <w:rsid w:val="003165F9"/>
    <w:rsid w:val="0033774F"/>
    <w:rsid w:val="003442B1"/>
    <w:rsid w:val="00364A6A"/>
    <w:rsid w:val="003C1CA5"/>
    <w:rsid w:val="003D0922"/>
    <w:rsid w:val="003D690F"/>
    <w:rsid w:val="003D76C6"/>
    <w:rsid w:val="003E2CE0"/>
    <w:rsid w:val="0040786A"/>
    <w:rsid w:val="00417194"/>
    <w:rsid w:val="00422B67"/>
    <w:rsid w:val="004251D8"/>
    <w:rsid w:val="004344A6"/>
    <w:rsid w:val="00441CBF"/>
    <w:rsid w:val="00463C11"/>
    <w:rsid w:val="004806AB"/>
    <w:rsid w:val="00485B59"/>
    <w:rsid w:val="00496C00"/>
    <w:rsid w:val="004A6903"/>
    <w:rsid w:val="004B1E57"/>
    <w:rsid w:val="004B48CB"/>
    <w:rsid w:val="004B67CE"/>
    <w:rsid w:val="004E5286"/>
    <w:rsid w:val="004F7EEC"/>
    <w:rsid w:val="00500973"/>
    <w:rsid w:val="005147CC"/>
    <w:rsid w:val="005223F5"/>
    <w:rsid w:val="00522512"/>
    <w:rsid w:val="0055182E"/>
    <w:rsid w:val="00573D31"/>
    <w:rsid w:val="005774C5"/>
    <w:rsid w:val="005939D7"/>
    <w:rsid w:val="00594E4C"/>
    <w:rsid w:val="00596F4F"/>
    <w:rsid w:val="005A14A5"/>
    <w:rsid w:val="005A610A"/>
    <w:rsid w:val="005B4F8C"/>
    <w:rsid w:val="005B52CE"/>
    <w:rsid w:val="005D5705"/>
    <w:rsid w:val="005D64AE"/>
    <w:rsid w:val="005F28B7"/>
    <w:rsid w:val="00601181"/>
    <w:rsid w:val="0061005C"/>
    <w:rsid w:val="0062123D"/>
    <w:rsid w:val="0062256D"/>
    <w:rsid w:val="00624252"/>
    <w:rsid w:val="006319B5"/>
    <w:rsid w:val="0064092C"/>
    <w:rsid w:val="0064186E"/>
    <w:rsid w:val="00650050"/>
    <w:rsid w:val="00663E8D"/>
    <w:rsid w:val="00681352"/>
    <w:rsid w:val="00681B4B"/>
    <w:rsid w:val="00686E5C"/>
    <w:rsid w:val="006934CD"/>
    <w:rsid w:val="006A4B76"/>
    <w:rsid w:val="006C2DF2"/>
    <w:rsid w:val="006C68AB"/>
    <w:rsid w:val="006C7A6D"/>
    <w:rsid w:val="006D5B7C"/>
    <w:rsid w:val="006E3241"/>
    <w:rsid w:val="006F5558"/>
    <w:rsid w:val="006F5DFF"/>
    <w:rsid w:val="006F6349"/>
    <w:rsid w:val="00706A6B"/>
    <w:rsid w:val="007105FC"/>
    <w:rsid w:val="00733742"/>
    <w:rsid w:val="00770F4A"/>
    <w:rsid w:val="00771911"/>
    <w:rsid w:val="007725FA"/>
    <w:rsid w:val="007857FE"/>
    <w:rsid w:val="00790234"/>
    <w:rsid w:val="007958C3"/>
    <w:rsid w:val="007964F3"/>
    <w:rsid w:val="007B37B0"/>
    <w:rsid w:val="007B7310"/>
    <w:rsid w:val="007C3A53"/>
    <w:rsid w:val="007C437A"/>
    <w:rsid w:val="007F43D2"/>
    <w:rsid w:val="007F4E33"/>
    <w:rsid w:val="008051B9"/>
    <w:rsid w:val="00821396"/>
    <w:rsid w:val="00824201"/>
    <w:rsid w:val="00834C2B"/>
    <w:rsid w:val="00841189"/>
    <w:rsid w:val="008423D0"/>
    <w:rsid w:val="00843ACD"/>
    <w:rsid w:val="00847054"/>
    <w:rsid w:val="00857485"/>
    <w:rsid w:val="00867F87"/>
    <w:rsid w:val="00870578"/>
    <w:rsid w:val="00875FA1"/>
    <w:rsid w:val="00885E71"/>
    <w:rsid w:val="008A1C6B"/>
    <w:rsid w:val="008A44C7"/>
    <w:rsid w:val="008B0BDB"/>
    <w:rsid w:val="008C0BF8"/>
    <w:rsid w:val="008C16E9"/>
    <w:rsid w:val="008D3A29"/>
    <w:rsid w:val="008D73BE"/>
    <w:rsid w:val="00900CC6"/>
    <w:rsid w:val="00900FBD"/>
    <w:rsid w:val="009066D1"/>
    <w:rsid w:val="00916037"/>
    <w:rsid w:val="00921171"/>
    <w:rsid w:val="009347D3"/>
    <w:rsid w:val="00937E4D"/>
    <w:rsid w:val="009410A7"/>
    <w:rsid w:val="009478F9"/>
    <w:rsid w:val="00963ACD"/>
    <w:rsid w:val="0096705F"/>
    <w:rsid w:val="00972628"/>
    <w:rsid w:val="009841CD"/>
    <w:rsid w:val="00984689"/>
    <w:rsid w:val="00986D2F"/>
    <w:rsid w:val="009A3065"/>
    <w:rsid w:val="009B4B02"/>
    <w:rsid w:val="009C2027"/>
    <w:rsid w:val="009F0487"/>
    <w:rsid w:val="009F7C96"/>
    <w:rsid w:val="00A06E2D"/>
    <w:rsid w:val="00A20C3B"/>
    <w:rsid w:val="00A529A6"/>
    <w:rsid w:val="00A53EA4"/>
    <w:rsid w:val="00A744F5"/>
    <w:rsid w:val="00AB7096"/>
    <w:rsid w:val="00AE3528"/>
    <w:rsid w:val="00AF24AB"/>
    <w:rsid w:val="00B043F0"/>
    <w:rsid w:val="00B04A2A"/>
    <w:rsid w:val="00B07021"/>
    <w:rsid w:val="00B134BB"/>
    <w:rsid w:val="00B13D83"/>
    <w:rsid w:val="00B22040"/>
    <w:rsid w:val="00B231C0"/>
    <w:rsid w:val="00B362B3"/>
    <w:rsid w:val="00B57C30"/>
    <w:rsid w:val="00B631AB"/>
    <w:rsid w:val="00B70BD4"/>
    <w:rsid w:val="00BA3FFE"/>
    <w:rsid w:val="00BC77BB"/>
    <w:rsid w:val="00BD2F10"/>
    <w:rsid w:val="00BE230D"/>
    <w:rsid w:val="00BE3B3D"/>
    <w:rsid w:val="00BE6FB4"/>
    <w:rsid w:val="00BF3223"/>
    <w:rsid w:val="00C0183E"/>
    <w:rsid w:val="00C04913"/>
    <w:rsid w:val="00C2065F"/>
    <w:rsid w:val="00C43BC6"/>
    <w:rsid w:val="00C4642D"/>
    <w:rsid w:val="00C70C69"/>
    <w:rsid w:val="00C72F61"/>
    <w:rsid w:val="00C84082"/>
    <w:rsid w:val="00C977B2"/>
    <w:rsid w:val="00CA0442"/>
    <w:rsid w:val="00CB3488"/>
    <w:rsid w:val="00CC33B2"/>
    <w:rsid w:val="00CD3E5A"/>
    <w:rsid w:val="00CD525B"/>
    <w:rsid w:val="00CD5C86"/>
    <w:rsid w:val="00CE4333"/>
    <w:rsid w:val="00CE6768"/>
    <w:rsid w:val="00CE6F06"/>
    <w:rsid w:val="00CE7800"/>
    <w:rsid w:val="00D00874"/>
    <w:rsid w:val="00D038B5"/>
    <w:rsid w:val="00D05781"/>
    <w:rsid w:val="00D058DE"/>
    <w:rsid w:val="00D07E7F"/>
    <w:rsid w:val="00D13821"/>
    <w:rsid w:val="00D27C98"/>
    <w:rsid w:val="00D3244C"/>
    <w:rsid w:val="00D35BD2"/>
    <w:rsid w:val="00D43BAC"/>
    <w:rsid w:val="00D4485E"/>
    <w:rsid w:val="00D477AD"/>
    <w:rsid w:val="00D563C7"/>
    <w:rsid w:val="00D60CDA"/>
    <w:rsid w:val="00D62F5C"/>
    <w:rsid w:val="00D67969"/>
    <w:rsid w:val="00D76704"/>
    <w:rsid w:val="00D80C22"/>
    <w:rsid w:val="00D827CD"/>
    <w:rsid w:val="00D84D8F"/>
    <w:rsid w:val="00DB77E3"/>
    <w:rsid w:val="00DC2453"/>
    <w:rsid w:val="00DE436E"/>
    <w:rsid w:val="00DF1CBC"/>
    <w:rsid w:val="00DF4E09"/>
    <w:rsid w:val="00DF6BC4"/>
    <w:rsid w:val="00E1389E"/>
    <w:rsid w:val="00E24D43"/>
    <w:rsid w:val="00E31F08"/>
    <w:rsid w:val="00E37A75"/>
    <w:rsid w:val="00E56709"/>
    <w:rsid w:val="00E70094"/>
    <w:rsid w:val="00E75941"/>
    <w:rsid w:val="00E80A2B"/>
    <w:rsid w:val="00E8339A"/>
    <w:rsid w:val="00E95060"/>
    <w:rsid w:val="00E97104"/>
    <w:rsid w:val="00EA2AAB"/>
    <w:rsid w:val="00EA2CFE"/>
    <w:rsid w:val="00EC22FD"/>
    <w:rsid w:val="00EE15FD"/>
    <w:rsid w:val="00EF0C24"/>
    <w:rsid w:val="00F009EF"/>
    <w:rsid w:val="00F10BDA"/>
    <w:rsid w:val="00F3738E"/>
    <w:rsid w:val="00F575FF"/>
    <w:rsid w:val="00F73798"/>
    <w:rsid w:val="00F82DAF"/>
    <w:rsid w:val="00F96CD3"/>
    <w:rsid w:val="00FA37B1"/>
    <w:rsid w:val="00FB34EA"/>
    <w:rsid w:val="00FC3DA1"/>
    <w:rsid w:val="00FC6074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eaeaea,#ddd,#ffc,#396"/>
    </o:shapedefaults>
    <o:shapelayout v:ext="edit">
      <o:idmap v:ext="edit" data="1"/>
    </o:shapelayout>
  </w:shapeDefaults>
  <w:decimalSymbol w:val="."/>
  <w:listSeparator w:val=","/>
  <w15:docId w15:val="{C54A2D44-BE3F-4945-9A7A-BCA23743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181"/>
    <w:pPr>
      <w:spacing w:before="60" w:after="6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rsid w:val="00250F54"/>
    <w:pPr>
      <w:keepNext/>
      <w:pageBreakBefore/>
      <w:spacing w:before="1040" w:after="0"/>
      <w:ind w:left="1134" w:right="-851"/>
      <w:outlineLvl w:val="0"/>
    </w:pPr>
    <w:rPr>
      <w:rFonts w:ascii="Arial Narrow" w:hAnsi="Arial Narrow"/>
      <w:b/>
      <w:smallCaps/>
      <w:color w:val="0000FF"/>
      <w:kern w:val="28"/>
      <w:sz w:val="56"/>
    </w:rPr>
  </w:style>
  <w:style w:type="paragraph" w:styleId="Heading2">
    <w:name w:val="heading 2"/>
    <w:basedOn w:val="Normal"/>
    <w:next w:val="Normal"/>
    <w:qFormat/>
    <w:rsid w:val="000F513F"/>
    <w:pPr>
      <w:keepNext/>
      <w:pageBreakBefore/>
      <w:spacing w:before="0" w:after="120"/>
      <w:outlineLvl w:val="1"/>
    </w:pPr>
    <w:rPr>
      <w:b/>
      <w:smallCaps/>
      <w:color w:val="0000FF"/>
      <w:sz w:val="40"/>
      <w:szCs w:val="40"/>
    </w:rPr>
  </w:style>
  <w:style w:type="paragraph" w:styleId="Heading3">
    <w:name w:val="heading 3"/>
    <w:basedOn w:val="Normal"/>
    <w:next w:val="Normal"/>
    <w:qFormat/>
    <w:rsid w:val="009A3065"/>
    <w:pPr>
      <w:keepNext/>
      <w:outlineLvl w:val="2"/>
    </w:pPr>
    <w:rPr>
      <w:b/>
      <w:smallCaps/>
      <w:color w:val="0000FF"/>
      <w:kern w:val="28"/>
      <w:sz w:val="40"/>
    </w:rPr>
  </w:style>
  <w:style w:type="paragraph" w:styleId="Heading4">
    <w:name w:val="heading 4"/>
    <w:basedOn w:val="Normal"/>
    <w:next w:val="Normal"/>
    <w:qFormat/>
    <w:pPr>
      <w:keepNext/>
      <w:spacing w:before="240"/>
      <w:outlineLvl w:val="3"/>
    </w:pPr>
    <w:rPr>
      <w:b/>
      <w:i/>
      <w:sz w:val="24"/>
    </w:rPr>
  </w:style>
  <w:style w:type="paragraph" w:styleId="Heading5">
    <w:name w:val="heading 5"/>
    <w:basedOn w:val="Normal"/>
    <w:next w:val="Normal"/>
    <w:qFormat/>
    <w:pPr>
      <w:spacing w:before="24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spacing w:before="24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spacing w:before="240"/>
      <w:outlineLvl w:val="6"/>
    </w:pPr>
  </w:style>
  <w:style w:type="paragraph" w:styleId="Heading8">
    <w:name w:val="heading 8"/>
    <w:basedOn w:val="Normal"/>
    <w:next w:val="Normal"/>
    <w:qFormat/>
    <w:p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spacing w:before="24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  <w:spacing w:after="0"/>
      <w:jc w:val="right"/>
    </w:pPr>
    <w:rPr>
      <w:i/>
      <w:sz w:val="18"/>
    </w:rPr>
  </w:style>
  <w:style w:type="paragraph" w:styleId="Footer">
    <w:name w:val="footer"/>
    <w:basedOn w:val="Normal"/>
    <w:rsid w:val="008C16E9"/>
    <w:pPr>
      <w:pBdr>
        <w:top w:val="single" w:sz="4" w:space="10" w:color="FF0000"/>
      </w:pBdr>
      <w:tabs>
        <w:tab w:val="center" w:pos="4820"/>
        <w:tab w:val="right" w:pos="9639"/>
      </w:tabs>
      <w:spacing w:before="0" w:after="0"/>
    </w:pPr>
    <w:rPr>
      <w:i/>
      <w:color w:val="000000"/>
      <w:sz w:val="18"/>
    </w:rPr>
  </w:style>
  <w:style w:type="paragraph" w:styleId="BalloonText">
    <w:name w:val="Balloon Text"/>
    <w:basedOn w:val="Normal"/>
    <w:link w:val="BalloonTextChar"/>
    <w:rsid w:val="005147C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47CC"/>
    <w:rPr>
      <w:rFonts w:ascii="Tahoma" w:hAnsi="Tahoma" w:cs="Tahoma"/>
      <w:sz w:val="16"/>
      <w:szCs w:val="16"/>
      <w:lang w:eastAsia="en-US"/>
    </w:rPr>
  </w:style>
  <w:style w:type="paragraph" w:customStyle="1" w:styleId="Outcome">
    <w:name w:val="Outcome"/>
    <w:basedOn w:val="Normal"/>
    <w:rsid w:val="00870578"/>
    <w:pPr>
      <w:numPr>
        <w:numId w:val="8"/>
      </w:numPr>
    </w:pPr>
  </w:style>
  <w:style w:type="paragraph" w:styleId="BodyText">
    <w:name w:val="Body Text"/>
    <w:basedOn w:val="Normal"/>
    <w:link w:val="BodyTextChar"/>
    <w:rsid w:val="00870578"/>
    <w:pPr>
      <w:spacing w:before="0" w:after="0"/>
    </w:pPr>
    <w:rPr>
      <w:rFonts w:ascii="Arial Narrow" w:hAnsi="Arial Narrow" w:cs="Arial"/>
      <w:b/>
      <w:smallCaps/>
      <w:color w:val="FFFFF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70578"/>
    <w:rPr>
      <w:rFonts w:ascii="Arial Narrow" w:hAnsi="Arial Narrow" w:cs="Arial"/>
      <w:b/>
      <w:smallCaps/>
      <w:color w:val="FFFFFF"/>
      <w:sz w:val="28"/>
      <w:szCs w:val="28"/>
      <w:lang w:eastAsia="en-US"/>
    </w:rPr>
  </w:style>
  <w:style w:type="paragraph" w:customStyle="1" w:styleId="AcknowledgementsHeading">
    <w:name w:val="Acknowledgements Heading"/>
    <w:basedOn w:val="Normal"/>
    <w:rsid w:val="00986D2F"/>
    <w:pPr>
      <w:spacing w:before="120" w:after="120"/>
    </w:pPr>
    <w:rPr>
      <w:b/>
    </w:rPr>
  </w:style>
  <w:style w:type="paragraph" w:customStyle="1" w:styleId="AcknowledgementsText">
    <w:name w:val="Acknowledgements Text"/>
    <w:basedOn w:val="Normal"/>
    <w:rsid w:val="008A44C7"/>
    <w:pPr>
      <w:spacing w:before="120" w:after="120"/>
      <w:ind w:right="2835"/>
    </w:pPr>
    <w:rPr>
      <w:sz w:val="18"/>
      <w:szCs w:val="24"/>
    </w:rPr>
  </w:style>
  <w:style w:type="paragraph" w:customStyle="1" w:styleId="AcknowledgementsTightText">
    <w:name w:val="AcknowledgementsTightText"/>
    <w:basedOn w:val="Normal"/>
    <w:rsid w:val="00916037"/>
    <w:pPr>
      <w:spacing w:before="0" w:after="0"/>
      <w:ind w:right="2835"/>
    </w:pPr>
    <w:rPr>
      <w:sz w:val="18"/>
      <w:szCs w:val="24"/>
    </w:rPr>
  </w:style>
  <w:style w:type="paragraph" w:customStyle="1" w:styleId="AcknowledgementsTitle">
    <w:name w:val="AcknowledgementsTitle"/>
    <w:basedOn w:val="Normal"/>
    <w:rsid w:val="00463C11"/>
    <w:pPr>
      <w:spacing w:before="0" w:after="120"/>
      <w:ind w:right="1701"/>
    </w:pPr>
    <w:rPr>
      <w:rFonts w:ascii="Arial Narrow" w:hAnsi="Arial Narrow"/>
      <w:b/>
      <w:smallCaps/>
      <w:noProof/>
      <w:sz w:val="32"/>
      <w:szCs w:val="24"/>
      <w:lang w:eastAsia="zh-TW"/>
    </w:rPr>
  </w:style>
  <w:style w:type="paragraph" w:styleId="ListParagraph">
    <w:name w:val="List Paragraph"/>
    <w:basedOn w:val="Normal"/>
    <w:uiPriority w:val="34"/>
    <w:qFormat/>
    <w:rsid w:val="000D4C6A"/>
    <w:pPr>
      <w:ind w:left="720"/>
      <w:contextualSpacing/>
    </w:pPr>
  </w:style>
  <w:style w:type="paragraph" w:customStyle="1" w:styleId="FlysheetTitle1">
    <w:name w:val="Flysheet Title 1"/>
    <w:basedOn w:val="Normal"/>
    <w:rsid w:val="00B13D83"/>
    <w:pPr>
      <w:jc w:val="right"/>
    </w:pPr>
    <w:rPr>
      <w:rFonts w:ascii="Arial Narrow" w:hAnsi="Arial Narrow"/>
      <w:b/>
      <w:sz w:val="44"/>
      <w:szCs w:val="44"/>
    </w:rPr>
  </w:style>
  <w:style w:type="paragraph" w:customStyle="1" w:styleId="FlysheetSubtitle1">
    <w:name w:val="Flysheet Subtitle 1"/>
    <w:basedOn w:val="Normal"/>
    <w:rsid w:val="00B13D83"/>
    <w:pPr>
      <w:spacing w:before="0" w:after="0"/>
      <w:jc w:val="right"/>
    </w:pPr>
    <w:rPr>
      <w:rFonts w:ascii="Arial Narrow" w:hAnsi="Arial Narrow"/>
      <w:sz w:val="32"/>
      <w:szCs w:val="32"/>
    </w:rPr>
  </w:style>
  <w:style w:type="paragraph" w:customStyle="1" w:styleId="FlysheetTitle2">
    <w:name w:val="Flysheet Title 2"/>
    <w:basedOn w:val="Normal"/>
    <w:rsid w:val="00B13D83"/>
    <w:rPr>
      <w:sz w:val="36"/>
    </w:rPr>
  </w:style>
  <w:style w:type="paragraph" w:customStyle="1" w:styleId="FlysheetSubtitle2">
    <w:name w:val="Flysheet Subtitle 2"/>
    <w:basedOn w:val="FlysheetTitle2"/>
    <w:rsid w:val="00053614"/>
    <w:rPr>
      <w:rFonts w:ascii="Arial Narrow" w:hAnsi="Arial Narrow"/>
      <w:sz w:val="32"/>
    </w:rPr>
  </w:style>
  <w:style w:type="paragraph" w:customStyle="1" w:styleId="PrefaceHeading1">
    <w:name w:val="Preface Heading 1"/>
    <w:rsid w:val="001479F1"/>
    <w:pPr>
      <w:spacing w:before="480" w:after="240"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paragraph" w:customStyle="1" w:styleId="PrefaceHeading2">
    <w:name w:val="Preface Heading 2"/>
    <w:next w:val="Normal"/>
    <w:rsid w:val="00D3244C"/>
    <w:pPr>
      <w:spacing w:before="240" w:after="120"/>
    </w:pPr>
    <w:rPr>
      <w:rFonts w:ascii="Arial" w:hAnsi="Arial"/>
      <w:b/>
      <w:smallCaps/>
      <w:color w:val="0000FF"/>
      <w:sz w:val="40"/>
      <w:szCs w:val="40"/>
      <w:lang w:eastAsia="en-US"/>
    </w:rPr>
  </w:style>
  <w:style w:type="paragraph" w:styleId="TOC1">
    <w:name w:val="toc 1"/>
    <w:basedOn w:val="Normal"/>
    <w:next w:val="Normal"/>
    <w:autoRedefine/>
    <w:uiPriority w:val="39"/>
    <w:rsid w:val="000760D5"/>
    <w:pPr>
      <w:keepNext/>
      <w:keepLines/>
      <w:spacing w:before="120" w:after="100"/>
      <w:ind w:left="1191"/>
    </w:pPr>
    <w:rPr>
      <w:b/>
    </w:rPr>
  </w:style>
  <w:style w:type="paragraph" w:styleId="TOC2">
    <w:name w:val="toc 2"/>
    <w:basedOn w:val="Normal"/>
    <w:next w:val="Normal"/>
    <w:autoRedefine/>
    <w:rsid w:val="00B07021"/>
    <w:pPr>
      <w:spacing w:before="20" w:after="20"/>
      <w:ind w:left="1701"/>
    </w:pPr>
  </w:style>
  <w:style w:type="paragraph" w:customStyle="1" w:styleId="ContentsHeading1">
    <w:name w:val="Contents Heading 1"/>
    <w:next w:val="TOC1"/>
    <w:rsid w:val="00D3244C"/>
    <w:pPr>
      <w:pageBreakBefore/>
    </w:pPr>
    <w:rPr>
      <w:rFonts w:ascii="Arial Narrow" w:hAnsi="Arial Narrow"/>
      <w:b/>
      <w:smallCaps/>
      <w:color w:val="0000FF"/>
      <w:kern w:val="28"/>
      <w:sz w:val="56"/>
      <w:lang w:eastAsia="en-US"/>
    </w:rPr>
  </w:style>
  <w:style w:type="character" w:styleId="Hyperlink">
    <w:name w:val="Hyperlink"/>
    <w:basedOn w:val="DefaultParagraphFont"/>
    <w:uiPriority w:val="99"/>
    <w:unhideWhenUsed/>
    <w:rsid w:val="00D60CDA"/>
    <w:rPr>
      <w:color w:val="0000FF" w:themeColor="hyperlink"/>
      <w:u w:val="single"/>
    </w:rPr>
  </w:style>
  <w:style w:type="paragraph" w:styleId="TOC3">
    <w:name w:val="toc 3"/>
    <w:basedOn w:val="Normal"/>
    <w:next w:val="Normal"/>
    <w:autoRedefine/>
    <w:semiHidden/>
    <w:unhideWhenUsed/>
    <w:rsid w:val="00601181"/>
    <w:pPr>
      <w:spacing w:before="120" w:after="100"/>
      <w:ind w:left="1191"/>
    </w:pPr>
    <w:rPr>
      <w:b/>
    </w:rPr>
  </w:style>
  <w:style w:type="paragraph" w:customStyle="1" w:styleId="OutcomesHeading">
    <w:name w:val="Outcomes Heading"/>
    <w:basedOn w:val="Normal"/>
    <w:qFormat/>
    <w:rsid w:val="00252925"/>
    <w:pPr>
      <w:spacing w:after="240"/>
      <w:ind w:left="567"/>
    </w:pPr>
    <w:rPr>
      <w:b/>
      <w:color w:val="C00000"/>
      <w:sz w:val="22"/>
      <w:szCs w:val="22"/>
    </w:rPr>
  </w:style>
  <w:style w:type="paragraph" w:customStyle="1" w:styleId="Code">
    <w:name w:val="Code"/>
    <w:basedOn w:val="Normal"/>
    <w:qFormat/>
    <w:rsid w:val="00211820"/>
    <w:pPr>
      <w:spacing w:before="0" w:after="0"/>
    </w:pPr>
    <w:rPr>
      <w:rFonts w:ascii="Consolas" w:hAnsi="Consolas"/>
      <w:sz w:val="18"/>
    </w:rPr>
  </w:style>
  <w:style w:type="paragraph" w:customStyle="1" w:styleId="PreambleText">
    <w:name w:val="Preamble Text"/>
    <w:basedOn w:val="Normal"/>
    <w:rsid w:val="00422B67"/>
    <w:rPr>
      <w:i/>
    </w:rPr>
  </w:style>
  <w:style w:type="paragraph" w:customStyle="1" w:styleId="PreambleLabel">
    <w:name w:val="Preamble Label"/>
    <w:basedOn w:val="Normal"/>
    <w:rsid w:val="00422B67"/>
    <w:pPr>
      <w:ind w:left="113" w:right="113"/>
      <w:jc w:val="center"/>
    </w:pPr>
    <w:rPr>
      <w:b/>
      <w:i/>
      <w:color w:val="C00000"/>
      <w:position w:val="-6"/>
      <w:sz w:val="18"/>
      <w:szCs w:val="18"/>
    </w:rPr>
  </w:style>
  <w:style w:type="paragraph" w:customStyle="1" w:styleId="SecondLevel">
    <w:name w:val="Second Level"/>
    <w:basedOn w:val="Normal"/>
    <w:qFormat/>
    <w:rsid w:val="00422B67"/>
    <w:pPr>
      <w:spacing w:after="0"/>
    </w:pPr>
    <w:rPr>
      <w:b/>
      <w:color w:val="0000F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wK\Documents\EngineRoom\Templates\Standard%20Template\TemplateSta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B0A73-AEA0-4CB2-B705-8897572E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TemplateStart</Template>
  <TotalTime>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© Watsonia Publishing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Andrew Krupa</dc:creator>
  <cp:keywords/>
  <cp:lastModifiedBy>Murli Rao</cp:lastModifiedBy>
  <cp:revision>4</cp:revision>
  <cp:lastPrinted>2001-10-08T08:42:00Z</cp:lastPrinted>
  <dcterms:created xsi:type="dcterms:W3CDTF">2016-05-05T07:48:00Z</dcterms:created>
  <dcterms:modified xsi:type="dcterms:W3CDTF">2016-09-05T02:24:00Z</dcterms:modified>
</cp:coreProperties>
</file>